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03D350E" w:rsidR="008B1A2C" w:rsidRPr="00B65853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D17A8C">
        <w:rPr>
          <w:b/>
          <w:color w:val="FF5200" w:themeColor="accent2"/>
          <w:sz w:val="36"/>
          <w:szCs w:val="36"/>
        </w:rPr>
        <w:t>nabídky</w:t>
      </w:r>
      <w:r w:rsidR="0031280B" w:rsidRPr="00D17A8C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1834EB" w:rsidRPr="00D17A8C">
        <w:rPr>
          <w:b/>
          <w:color w:val="FF5200" w:themeColor="accent2"/>
          <w:sz w:val="36"/>
          <w:szCs w:val="36"/>
        </w:rPr>
        <w:t xml:space="preserve">Zřízení a </w:t>
      </w:r>
      <w:r w:rsidR="001834EB" w:rsidRPr="00B65853">
        <w:rPr>
          <w:b/>
          <w:color w:val="FF5200" w:themeColor="accent2"/>
          <w:sz w:val="36"/>
          <w:szCs w:val="36"/>
        </w:rPr>
        <w:t>provoz WIFI sítě v prostorách Fantovy budovy (Severní křídlo), Hlavní nádraží.</w:t>
      </w:r>
      <w:r w:rsidR="0031280B" w:rsidRPr="00B65853">
        <w:rPr>
          <w:b/>
          <w:color w:val="FF5200" w:themeColor="accent2"/>
          <w:sz w:val="36"/>
          <w:szCs w:val="36"/>
        </w:rPr>
        <w:t>“</w:t>
      </w:r>
      <w:r w:rsidR="000128D4" w:rsidRPr="00B65853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B6585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B65853" w:rsidRPr="00B6585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73458/2023-SŽ-GŘ-O8</w:t>
      </w:r>
      <w:r w:rsidR="000128D4" w:rsidRPr="00B6585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Pr="00B65853" w:rsidRDefault="00A93A74" w:rsidP="00BD59DB">
          <w:pPr>
            <w:pStyle w:val="Obsah2"/>
          </w:pPr>
          <w:r w:rsidRPr="00B65853">
            <w:t>Obsah</w:t>
          </w:r>
        </w:p>
        <w:p w14:paraId="058D5445" w14:textId="4FD57143" w:rsidR="00011455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 w:rsidRPr="00B65853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 w:rsidRPr="00B65853">
            <w:instrText xml:space="preserve"> TOC \o "1-3" \h \z \u </w:instrText>
          </w:r>
          <w:r w:rsidRPr="00B65853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9291844" w:history="1">
            <w:r w:rsidR="00011455" w:rsidRPr="00525D46">
              <w:rPr>
                <w:rStyle w:val="Hypertextovodkaz"/>
                <w:noProof/>
              </w:rPr>
              <w:t>Kapitola 1.</w:t>
            </w:r>
            <w:r w:rsidR="00011455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011455" w:rsidRPr="00525D46">
              <w:rPr>
                <w:rStyle w:val="Hypertextovodkaz"/>
                <w:noProof/>
              </w:rPr>
              <w:t>Základní údaje k nabídce</w:t>
            </w:r>
            <w:r w:rsidR="00011455">
              <w:rPr>
                <w:noProof/>
                <w:webHidden/>
              </w:rPr>
              <w:tab/>
            </w:r>
            <w:r w:rsidR="00011455">
              <w:rPr>
                <w:noProof/>
                <w:webHidden/>
              </w:rPr>
              <w:fldChar w:fldCharType="begin"/>
            </w:r>
            <w:r w:rsidR="00011455">
              <w:rPr>
                <w:noProof/>
                <w:webHidden/>
              </w:rPr>
              <w:instrText xml:space="preserve"> PAGEREF _Toc149291844 \h </w:instrText>
            </w:r>
            <w:r w:rsidR="00011455">
              <w:rPr>
                <w:noProof/>
                <w:webHidden/>
              </w:rPr>
            </w:r>
            <w:r w:rsidR="00011455">
              <w:rPr>
                <w:noProof/>
                <w:webHidden/>
              </w:rPr>
              <w:fldChar w:fldCharType="separate"/>
            </w:r>
            <w:r w:rsidR="00011455">
              <w:rPr>
                <w:noProof/>
                <w:webHidden/>
              </w:rPr>
              <w:t>2</w:t>
            </w:r>
            <w:r w:rsidR="00011455">
              <w:rPr>
                <w:noProof/>
                <w:webHidden/>
              </w:rPr>
              <w:fldChar w:fldCharType="end"/>
            </w:r>
          </w:hyperlink>
        </w:p>
        <w:p w14:paraId="19E694D7" w14:textId="62DC1DA9" w:rsidR="00011455" w:rsidRDefault="00011455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9291845" w:history="1">
            <w:r w:rsidRPr="00525D46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525D46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_Toc149291845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E8B14E" w14:textId="4C3DCD4F" w:rsidR="00011455" w:rsidRDefault="00011455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9291846" w:history="1">
            <w:r w:rsidRPr="00525D46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525D46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_Toc149291846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E6D5D4" w14:textId="485BF3D2" w:rsidR="00011455" w:rsidRDefault="00011455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9291847" w:history="1">
            <w:r w:rsidRPr="00525D46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525D46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_Toc149291847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A5ED5A" w14:textId="15103D28" w:rsidR="00011455" w:rsidRDefault="00011455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9291848" w:history="1">
            <w:r w:rsidRPr="00525D46">
              <w:rPr>
                <w:rStyle w:val="Hypertextovodkaz"/>
                <w:rFonts w:eastAsia="Times New Roman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525D46">
              <w:rPr>
                <w:rStyle w:val="Hypertextovodkaz"/>
                <w:noProof/>
              </w:rPr>
              <w:t>Čestné</w:t>
            </w:r>
            <w:r w:rsidRPr="00525D46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_Toc149291848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8F462C" w14:textId="6ECDC833" w:rsidR="00011455" w:rsidRDefault="00011455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9291849" w:history="1">
            <w:r w:rsidRPr="00525D46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525D46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_Toc149291849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61C1F831" w:rsidR="00A93A74" w:rsidRDefault="00A93A74">
          <w:r w:rsidRPr="00B65853"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49291844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1F02A124" w:rsidR="00A93A74" w:rsidRDefault="00A93A74" w:rsidP="00A134A1">
      <w:pPr>
        <w:spacing w:before="360"/>
      </w:pPr>
      <w:r>
        <w:t xml:space="preserve">Účastník prohlašuje, že veškeré údaje </w:t>
      </w:r>
      <w:r w:rsidRPr="0031231D">
        <w:t xml:space="preserve">uvedené v tomto krycím listu, který je přílohou č. </w:t>
      </w:r>
      <w:r w:rsidR="00B87D91" w:rsidRPr="0031231D">
        <w:t xml:space="preserve">1 </w:t>
      </w:r>
      <w:r w:rsidRPr="0031231D">
        <w:t>Výzvy k podání nabíd</w:t>
      </w:r>
      <w:r w:rsidR="004C76E9" w:rsidRPr="0031231D">
        <w:t>ky</w:t>
      </w:r>
      <w:r w:rsidRPr="0031231D">
        <w:t xml:space="preserve"> na veřejnou zakázku zadávanou</w:t>
      </w:r>
      <w:r w:rsidR="004C76E9" w:rsidRPr="0031231D">
        <w:t xml:space="preserve"> jako </w:t>
      </w:r>
      <w:r w:rsidR="000128D4" w:rsidRPr="0031231D">
        <w:rPr>
          <w:rFonts w:eastAsia="Times New Roman" w:cs="Times New Roman"/>
          <w:lang w:eastAsia="cs-CZ"/>
        </w:rPr>
        <w:t>podlimitní sektorovou veřejnou zakázku</w:t>
      </w:r>
      <w:r w:rsidRPr="0031231D">
        <w:t>, jsou pravdivé</w:t>
      </w:r>
      <w:r w:rsidR="009771C9" w:rsidRPr="0031231D">
        <w:t>, úplné a odpovídají skutečnosti</w:t>
      </w:r>
      <w:r w:rsidRPr="0031231D">
        <w:t xml:space="preserve">. Účastník si je vědom důsledků záměrného uvedení nepravdivých údajů, které v rovině tohoto </w:t>
      </w:r>
      <w:r w:rsidR="00626DB3" w:rsidRPr="0031231D">
        <w:t xml:space="preserve">výběrového </w:t>
      </w:r>
      <w:r w:rsidRPr="0031231D">
        <w:t xml:space="preserve">řízení </w:t>
      </w:r>
      <w:r w:rsidR="009771C9" w:rsidRPr="0031231D">
        <w:t>mohou vést až k</w:t>
      </w:r>
      <w:r w:rsidRPr="0031231D">
        <w:t xml:space="preserve"> vyloučení</w:t>
      </w:r>
      <w:r>
        <w:t xml:space="preserve">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E5535E6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BF5360">
        <w:t xml:space="preserve"> </w:t>
      </w:r>
      <w:r w:rsidR="0055112F">
        <w:t xml:space="preserve">bude </w:t>
      </w:r>
      <w:r w:rsidR="00BF5360">
        <w:t>Uchazeč</w:t>
      </w:r>
      <w:r w:rsidR="0055112F">
        <w:t>em doplněna</w:t>
      </w:r>
      <w:r w:rsidR="00BF5360">
        <w:t xml:space="preserve"> do přílohy č. 3 Závazného vzoru smlouvy – Cena plnění.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0000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0000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49291845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66529A9B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8E6C8D">
        <w:rPr>
          <w:szCs w:val="22"/>
          <w:lang w:eastAsia="cs-CZ"/>
        </w:rPr>
        <w:t xml:space="preserve">. </w:t>
      </w:r>
      <w:r w:rsidR="008E6C8D">
        <w:rPr>
          <w:lang w:eastAsia="cs-CZ"/>
        </w:rPr>
        <w:t>Výše uvedené podmínky splňuje jak Účastník (coby právnická osoba), tak každý člen jeho statutárního orgánu</w:t>
      </w: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1DCC5505" w:rsidR="0031280B" w:rsidRDefault="0031280B" w:rsidP="00A134A1">
      <w:pPr>
        <w:spacing w:before="360"/>
        <w:rPr>
          <w:lang w:eastAsia="cs-CZ"/>
        </w:rPr>
      </w:pP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BD59DB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49291846"/>
      <w:r w:rsidRPr="00BD59DB">
        <w:lastRenderedPageBreak/>
        <w:t>Č</w:t>
      </w:r>
      <w:r w:rsidR="00A327CB" w:rsidRPr="00BD59DB">
        <w:t>estné prohlášení účastníka</w:t>
      </w:r>
      <w:r w:rsidR="00F26B94" w:rsidRPr="00BD59DB">
        <w:t xml:space="preserve"> o střetu zájmů</w:t>
      </w:r>
      <w:bookmarkEnd w:id="2"/>
    </w:p>
    <w:p w14:paraId="330E5CE1" w14:textId="2DFAE83F" w:rsidR="00A327CB" w:rsidRPr="00BD59D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</w:t>
      </w:r>
      <w:r w:rsidR="00A327CB" w:rsidRPr="00BD59DB">
        <w:rPr>
          <w:rFonts w:eastAsia="Times New Roman" w:cs="Times New Roman"/>
          <w:lang w:eastAsia="cs-CZ"/>
        </w:rPr>
        <w:t xml:space="preserve">podává </w:t>
      </w:r>
      <w:r w:rsidRPr="00BD59DB">
        <w:rPr>
          <w:rFonts w:eastAsia="Times New Roman" w:cs="Times New Roman"/>
          <w:lang w:eastAsia="cs-CZ"/>
        </w:rPr>
        <w:t xml:space="preserve">tuto </w:t>
      </w:r>
      <w:r w:rsidR="00A327CB" w:rsidRPr="00BD59DB">
        <w:rPr>
          <w:rFonts w:eastAsia="Times New Roman" w:cs="Times New Roman"/>
          <w:lang w:eastAsia="cs-CZ"/>
        </w:rPr>
        <w:t>nabídku,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BD59DB">
        <w:rPr>
          <w:rFonts w:eastAsia="Calibri" w:cs="Times New Roman"/>
          <w:b/>
        </w:rPr>
        <w:t>není</w:t>
      </w:r>
      <w:r w:rsidRPr="00BD59DB">
        <w:rPr>
          <w:rFonts w:eastAsia="Calibri" w:cs="Times New Roman"/>
        </w:rPr>
        <w:t xml:space="preserve"> obchodní společností, ve které</w:t>
      </w:r>
      <w:r w:rsidRPr="00A327CB">
        <w:rPr>
          <w:rFonts w:eastAsia="Calibri" w:cs="Times New Roman"/>
        </w:rPr>
        <w:t xml:space="preserve">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49291847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49291848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1D7E589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411CEDCC" w14:textId="77777777" w:rsidR="00856718" w:rsidRPr="00E85D44" w:rsidRDefault="00856718" w:rsidP="00856718">
      <w:pPr>
        <w:pStyle w:val="Nadpis2"/>
        <w:numPr>
          <w:ilvl w:val="0"/>
          <w:numId w:val="34"/>
        </w:numPr>
      </w:pPr>
      <w:bookmarkStart w:id="5" w:name="_Toc128489985"/>
      <w:bookmarkStart w:id="6" w:name="_Toc149291849"/>
      <w:r w:rsidRPr="00E85D44">
        <w:lastRenderedPageBreak/>
        <w:t>Čestné prohlášení o splnění technické kvalifikace</w:t>
      </w:r>
      <w:bookmarkEnd w:id="5"/>
      <w:bookmarkEnd w:id="6"/>
    </w:p>
    <w:p w14:paraId="0DDB6FF9" w14:textId="543479DF" w:rsidR="00856718" w:rsidRPr="008E5B5A" w:rsidRDefault="00856718" w:rsidP="00856718">
      <w:pPr>
        <w:spacing w:before="360" w:after="0" w:line="240" w:lineRule="auto"/>
        <w:rPr>
          <w:rFonts w:eastAsia="Times New Roman" w:cs="Times New Roman"/>
          <w:lang w:eastAsia="cs-CZ"/>
        </w:rPr>
      </w:pPr>
      <w:r w:rsidRPr="008E5B5A">
        <w:rPr>
          <w:rFonts w:eastAsia="Times New Roman" w:cs="Times New Roman"/>
          <w:lang w:eastAsia="cs-CZ"/>
        </w:rPr>
        <w:t xml:space="preserve">Účastník, který podává tuto nabídku, tímto čestně prohlašuje, že za poslední 3 roky před zahájením výběrového řízení poskytoval alespoň </w:t>
      </w:r>
      <w:r w:rsidR="0055112F" w:rsidRPr="008E5B5A">
        <w:rPr>
          <w:rFonts w:eastAsia="Times New Roman" w:cs="Times New Roman"/>
          <w:lang w:eastAsia="cs-CZ"/>
        </w:rPr>
        <w:t xml:space="preserve">2 </w:t>
      </w:r>
      <w:r w:rsidRPr="008E5B5A">
        <w:rPr>
          <w:rFonts w:eastAsia="Times New Roman" w:cs="Times New Roman"/>
          <w:lang w:eastAsia="cs-CZ"/>
        </w:rPr>
        <w:t>významn</w:t>
      </w:r>
      <w:r w:rsidR="0055112F" w:rsidRPr="008E5B5A">
        <w:rPr>
          <w:rFonts w:eastAsia="Times New Roman" w:cs="Times New Roman"/>
          <w:lang w:eastAsia="cs-CZ"/>
        </w:rPr>
        <w:t>é</w:t>
      </w:r>
      <w:r w:rsidRPr="008E5B5A">
        <w:rPr>
          <w:rFonts w:eastAsia="Times New Roman" w:cs="Times New Roman"/>
          <w:lang w:eastAsia="cs-CZ"/>
        </w:rPr>
        <w:t xml:space="preserve"> </w:t>
      </w:r>
      <w:r w:rsidR="0055112F" w:rsidRPr="008E5B5A">
        <w:rPr>
          <w:rFonts w:eastAsia="Times New Roman" w:cs="Times New Roman"/>
          <w:lang w:eastAsia="cs-CZ"/>
        </w:rPr>
        <w:t xml:space="preserve">služby definované </w:t>
      </w:r>
      <w:r w:rsidRPr="008E5B5A">
        <w:rPr>
          <w:rFonts w:eastAsia="Times New Roman" w:cs="Times New Roman"/>
          <w:lang w:eastAsia="cs-CZ"/>
        </w:rPr>
        <w:t xml:space="preserve">v čl. </w:t>
      </w:r>
      <w:r w:rsidR="0055112F" w:rsidRPr="008E5B5A">
        <w:rPr>
          <w:rFonts w:eastAsia="Times New Roman" w:cs="Times New Roman"/>
          <w:lang w:eastAsia="cs-CZ"/>
        </w:rPr>
        <w:t xml:space="preserve">7.5.1 </w:t>
      </w:r>
      <w:r w:rsidRPr="008E5B5A">
        <w:rPr>
          <w:rFonts w:eastAsia="Times New Roman" w:cs="Times New Roman"/>
          <w:lang w:eastAsia="cs-CZ"/>
        </w:rPr>
        <w:t xml:space="preserve">Výzvy k podání nabídky za každou hodnotě </w:t>
      </w:r>
      <w:r w:rsidR="0055112F" w:rsidRPr="008E5B5A">
        <w:rPr>
          <w:rFonts w:eastAsia="Times New Roman" w:cs="Times New Roman"/>
          <w:lang w:eastAsia="cs-CZ"/>
        </w:rPr>
        <w:t xml:space="preserve">300 000,- </w:t>
      </w:r>
      <w:r w:rsidRPr="008E5B5A">
        <w:rPr>
          <w:rFonts w:eastAsia="Times New Roman" w:cs="Times New Roman"/>
          <w:lang w:eastAsia="cs-CZ"/>
        </w:rPr>
        <w:t>Kč bez DPH.</w:t>
      </w:r>
    </w:p>
    <w:p w14:paraId="36635429" w14:textId="77777777" w:rsidR="00856718" w:rsidRPr="008E5B5A" w:rsidRDefault="00856718" w:rsidP="00856718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856718" w14:paraId="1F2B9988" w14:textId="77777777" w:rsidTr="004443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1BA08549" w14:textId="1BFAE5FC" w:rsidR="00856718" w:rsidRPr="008E5B5A" w:rsidRDefault="00856718" w:rsidP="004443E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8E5B5A"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Pr="008E5B5A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7825F392" w14:textId="4D01B320" w:rsidR="00856718" w:rsidRPr="008E5B5A" w:rsidRDefault="00856718" w:rsidP="00856718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8E5B5A"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62FE0EC4" w14:textId="02F9102E" w:rsidR="00856718" w:rsidRPr="008E5B5A" w:rsidRDefault="00856718" w:rsidP="004443E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8E5B5A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4789503E" w14:textId="77777777" w:rsidR="00856718" w:rsidRPr="008E5B5A" w:rsidRDefault="00856718" w:rsidP="004443E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9D82898" w14:textId="73231F35" w:rsidR="00856718" w:rsidRPr="008E5B5A" w:rsidRDefault="00856718" w:rsidP="0085671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8E5B5A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749A59C2" w14:textId="77777777" w:rsidR="00856718" w:rsidRPr="008E5B5A" w:rsidRDefault="00856718" w:rsidP="004443E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8E5B5A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60726222" w14:textId="77777777" w:rsidR="00856718" w:rsidRDefault="00856718" w:rsidP="004443E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8E5B5A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výběrového řízení)</w:t>
            </w:r>
          </w:p>
        </w:tc>
      </w:tr>
      <w:tr w:rsidR="00856718" w14:paraId="45093FB7" w14:textId="77777777" w:rsidTr="004443E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DAE73" w14:textId="77777777" w:rsidR="00856718" w:rsidRDefault="00856718" w:rsidP="004443E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A6CE3" w14:textId="77777777" w:rsidR="00856718" w:rsidRDefault="00856718" w:rsidP="004443E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B0004A7" w14:textId="77777777" w:rsidR="00856718" w:rsidRDefault="00856718" w:rsidP="004443E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F3961" w14:textId="77777777" w:rsidR="00856718" w:rsidRDefault="00856718" w:rsidP="004443E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56718" w14:paraId="016110E7" w14:textId="77777777" w:rsidTr="004443E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EDE2487" w14:textId="77777777" w:rsidR="00856718" w:rsidRDefault="00856718" w:rsidP="004443E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7B2C08BC" w14:textId="77777777" w:rsidR="00856718" w:rsidRDefault="00856718" w:rsidP="004443E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3580F41" w14:textId="77777777" w:rsidR="00856718" w:rsidRDefault="00856718" w:rsidP="004443E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E0D4D" w14:textId="77777777" w:rsidR="00856718" w:rsidRDefault="00856718" w:rsidP="004443E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03D21DCD" w14:textId="77777777" w:rsidR="00856718" w:rsidRDefault="00856718" w:rsidP="00856718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196177" w14:textId="77777777" w:rsidR="00856718" w:rsidRDefault="00856718">
      <w:pPr>
        <w:rPr>
          <w:rFonts w:eastAsia="Times New Roman" w:cs="Times New Roman"/>
          <w:lang w:eastAsia="cs-CZ"/>
        </w:rPr>
      </w:pPr>
    </w:p>
    <w:p w14:paraId="3987ECD9" w14:textId="77777777" w:rsidR="00E85D44" w:rsidRDefault="00E85D44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60510" w14:textId="77777777" w:rsidR="00311F1B" w:rsidRDefault="00311F1B" w:rsidP="00962258">
      <w:pPr>
        <w:spacing w:after="0" w:line="240" w:lineRule="auto"/>
      </w:pPr>
      <w:r>
        <w:separator/>
      </w:r>
    </w:p>
  </w:endnote>
  <w:endnote w:type="continuationSeparator" w:id="0">
    <w:p w14:paraId="01774600" w14:textId="77777777" w:rsidR="00311F1B" w:rsidRDefault="00311F1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614D03D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112F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112F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A4AF2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365F1B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DCB513A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112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112F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6D7586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8750E5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383640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C88A04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5E98D" w14:textId="77777777" w:rsidR="00311F1B" w:rsidRDefault="00311F1B" w:rsidP="00962258">
      <w:pPr>
        <w:spacing w:after="0" w:line="240" w:lineRule="auto"/>
      </w:pPr>
      <w:r>
        <w:separator/>
      </w:r>
    </w:p>
  </w:footnote>
  <w:footnote w:type="continuationSeparator" w:id="0">
    <w:p w14:paraId="68132F35" w14:textId="77777777" w:rsidR="00311F1B" w:rsidRDefault="00311F1B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9077B9B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6085947">
    <w:abstractNumId w:val="3"/>
  </w:num>
  <w:num w:numId="2" w16cid:durableId="1707296719">
    <w:abstractNumId w:val="1"/>
  </w:num>
  <w:num w:numId="3" w16cid:durableId="19609926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2928703">
    <w:abstractNumId w:val="10"/>
  </w:num>
  <w:num w:numId="5" w16cid:durableId="1865630905">
    <w:abstractNumId w:val="5"/>
  </w:num>
  <w:num w:numId="6" w16cid:durableId="699668797">
    <w:abstractNumId w:val="6"/>
  </w:num>
  <w:num w:numId="7" w16cid:durableId="2013297268">
    <w:abstractNumId w:val="0"/>
  </w:num>
  <w:num w:numId="8" w16cid:durableId="391150270">
    <w:abstractNumId w:val="7"/>
  </w:num>
  <w:num w:numId="9" w16cid:durableId="11990484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6346978">
    <w:abstractNumId w:val="6"/>
  </w:num>
  <w:num w:numId="11" w16cid:durableId="203056041">
    <w:abstractNumId w:val="1"/>
  </w:num>
  <w:num w:numId="12" w16cid:durableId="1939873750">
    <w:abstractNumId w:val="6"/>
  </w:num>
  <w:num w:numId="13" w16cid:durableId="89355058">
    <w:abstractNumId w:val="6"/>
  </w:num>
  <w:num w:numId="14" w16cid:durableId="2112624617">
    <w:abstractNumId w:val="6"/>
  </w:num>
  <w:num w:numId="15" w16cid:durableId="639454679">
    <w:abstractNumId w:val="6"/>
  </w:num>
  <w:num w:numId="16" w16cid:durableId="135070435">
    <w:abstractNumId w:val="11"/>
  </w:num>
  <w:num w:numId="17" w16cid:durableId="644819752">
    <w:abstractNumId w:val="3"/>
  </w:num>
  <w:num w:numId="18" w16cid:durableId="1613826756">
    <w:abstractNumId w:val="11"/>
  </w:num>
  <w:num w:numId="19" w16cid:durableId="358820095">
    <w:abstractNumId w:val="11"/>
  </w:num>
  <w:num w:numId="20" w16cid:durableId="1348215894">
    <w:abstractNumId w:val="11"/>
  </w:num>
  <w:num w:numId="21" w16cid:durableId="2043163946">
    <w:abstractNumId w:val="11"/>
  </w:num>
  <w:num w:numId="22" w16cid:durableId="882449843">
    <w:abstractNumId w:val="6"/>
  </w:num>
  <w:num w:numId="23" w16cid:durableId="191194651">
    <w:abstractNumId w:val="1"/>
  </w:num>
  <w:num w:numId="24" w16cid:durableId="1467774317">
    <w:abstractNumId w:val="6"/>
  </w:num>
  <w:num w:numId="25" w16cid:durableId="31003248">
    <w:abstractNumId w:val="6"/>
  </w:num>
  <w:num w:numId="26" w16cid:durableId="1069621975">
    <w:abstractNumId w:val="6"/>
  </w:num>
  <w:num w:numId="27" w16cid:durableId="202715412">
    <w:abstractNumId w:val="6"/>
  </w:num>
  <w:num w:numId="28" w16cid:durableId="2032956013">
    <w:abstractNumId w:val="11"/>
  </w:num>
  <w:num w:numId="29" w16cid:durableId="71706684">
    <w:abstractNumId w:val="3"/>
  </w:num>
  <w:num w:numId="30" w16cid:durableId="1763643268">
    <w:abstractNumId w:val="11"/>
  </w:num>
  <w:num w:numId="31" w16cid:durableId="208952781">
    <w:abstractNumId w:val="11"/>
  </w:num>
  <w:num w:numId="32" w16cid:durableId="150296190">
    <w:abstractNumId w:val="11"/>
  </w:num>
  <w:num w:numId="33" w16cid:durableId="110707062">
    <w:abstractNumId w:val="11"/>
  </w:num>
  <w:num w:numId="34" w16cid:durableId="804471009">
    <w:abstractNumId w:val="4"/>
  </w:num>
  <w:num w:numId="35" w16cid:durableId="1065177521">
    <w:abstractNumId w:val="13"/>
  </w:num>
  <w:num w:numId="36" w16cid:durableId="1399085447">
    <w:abstractNumId w:val="2"/>
  </w:num>
  <w:num w:numId="37" w16cid:durableId="1162425530">
    <w:abstractNumId w:val="12"/>
  </w:num>
  <w:num w:numId="38" w16cid:durableId="33241535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1455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34EB"/>
    <w:rsid w:val="00184743"/>
    <w:rsid w:val="00190137"/>
    <w:rsid w:val="001F49FF"/>
    <w:rsid w:val="00203C0D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1F1B"/>
    <w:rsid w:val="0031231D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112F"/>
    <w:rsid w:val="00553375"/>
    <w:rsid w:val="00557C28"/>
    <w:rsid w:val="005635F4"/>
    <w:rsid w:val="005736B7"/>
    <w:rsid w:val="00575E5A"/>
    <w:rsid w:val="005B06C1"/>
    <w:rsid w:val="005B219F"/>
    <w:rsid w:val="005D7E39"/>
    <w:rsid w:val="005F1404"/>
    <w:rsid w:val="0061068E"/>
    <w:rsid w:val="00613242"/>
    <w:rsid w:val="00614444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B7BA5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247C5"/>
    <w:rsid w:val="007338A1"/>
    <w:rsid w:val="00743525"/>
    <w:rsid w:val="0076286B"/>
    <w:rsid w:val="00766846"/>
    <w:rsid w:val="0077673A"/>
    <w:rsid w:val="00782870"/>
    <w:rsid w:val="00784411"/>
    <w:rsid w:val="007846E1"/>
    <w:rsid w:val="007B570C"/>
    <w:rsid w:val="007B6D10"/>
    <w:rsid w:val="007C0237"/>
    <w:rsid w:val="007C3297"/>
    <w:rsid w:val="007C589B"/>
    <w:rsid w:val="007C6687"/>
    <w:rsid w:val="007E4A6E"/>
    <w:rsid w:val="007F56A7"/>
    <w:rsid w:val="00807DD0"/>
    <w:rsid w:val="0084684F"/>
    <w:rsid w:val="00856718"/>
    <w:rsid w:val="008659F3"/>
    <w:rsid w:val="00882189"/>
    <w:rsid w:val="00886D4B"/>
    <w:rsid w:val="00895406"/>
    <w:rsid w:val="008A3568"/>
    <w:rsid w:val="008B1A2C"/>
    <w:rsid w:val="008C71F2"/>
    <w:rsid w:val="008D03B9"/>
    <w:rsid w:val="008E5B5A"/>
    <w:rsid w:val="008E6C8D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65853"/>
    <w:rsid w:val="00B75EE1"/>
    <w:rsid w:val="00B77481"/>
    <w:rsid w:val="00B8518B"/>
    <w:rsid w:val="00B87D91"/>
    <w:rsid w:val="00B93EF0"/>
    <w:rsid w:val="00BD59DB"/>
    <w:rsid w:val="00BD7E91"/>
    <w:rsid w:val="00BF5360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76CF2"/>
    <w:rsid w:val="00C87B78"/>
    <w:rsid w:val="00CD1FC4"/>
    <w:rsid w:val="00D17A8C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C79D6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D59DB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2402B9-9331-4B03-8CE0-AF957A8F31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8</Pages>
  <Words>1137</Words>
  <Characters>6712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5</cp:revision>
  <cp:lastPrinted>2017-11-28T17:18:00Z</cp:lastPrinted>
  <dcterms:created xsi:type="dcterms:W3CDTF">2023-10-27T06:32:00Z</dcterms:created>
  <dcterms:modified xsi:type="dcterms:W3CDTF">2023-10-27T07:37:00Z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